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8DB" w:rsidRDefault="000916CE" w:rsidP="004B0B77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962CD6">
        <w:rPr>
          <w:rFonts w:ascii="HG丸ｺﾞｼｯｸM-PRO" w:eastAsia="HG丸ｺﾞｼｯｸM-PRO" w:hAnsi="HG丸ｺﾞｼｯｸM-PRO" w:hint="eastAsia"/>
          <w:b/>
          <w:sz w:val="36"/>
          <w:szCs w:val="36"/>
        </w:rPr>
        <w:t>ひみつの　とっくん　かあど</w:t>
      </w:r>
    </w:p>
    <w:p w:rsidR="00962CD6" w:rsidRPr="00962CD6" w:rsidRDefault="00962CD6" w:rsidP="004B0B77">
      <w:pPr>
        <w:spacing w:line="0" w:lineRule="atLeast"/>
        <w:jc w:val="center"/>
        <w:rPr>
          <w:rFonts w:ascii="HG丸ｺﾞｼｯｸM-PRO" w:eastAsia="HG丸ｺﾞｼｯｸM-PRO" w:hAnsi="HG丸ｺﾞｼｯｸM-PRO" w:hint="eastAsia"/>
          <w:b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36"/>
        </w:rPr>
        <w:t>３日間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b/>
          <w:sz w:val="36"/>
          <w:szCs w:val="36"/>
        </w:rPr>
        <w:t>で</w:t>
      </w:r>
      <w:r w:rsidR="00F87ADC">
        <w:rPr>
          <w:rFonts w:ascii="HG丸ｺﾞｼｯｸM-PRO" w:eastAsia="HG丸ｺﾞｼｯｸM-PRO" w:hAnsi="HG丸ｺﾞｼｯｸM-PRO" w:hint="eastAsia"/>
          <w:b/>
          <w:sz w:val="36"/>
          <w:szCs w:val="36"/>
        </w:rPr>
        <w:t>やりましょう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1274"/>
        <w:gridCol w:w="1275"/>
        <w:gridCol w:w="5805"/>
      </w:tblGrid>
      <w:tr w:rsidR="000D1AA3" w:rsidTr="004B0B77">
        <w:trPr>
          <w:trHeight w:val="825"/>
        </w:trPr>
        <w:tc>
          <w:tcPr>
            <w:tcW w:w="1274" w:type="dxa"/>
          </w:tcPr>
          <w:p w:rsidR="004B26AA" w:rsidRPr="004B0B77" w:rsidRDefault="004B26AA" w:rsidP="004B0B77">
            <w:pPr>
              <w:ind w:right="840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0D1AA3" w:rsidRPr="00E41315" w:rsidRDefault="008C60F7" w:rsidP="004B26A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0D1AA3" w:rsidRPr="00E41315">
              <w:rPr>
                <w:rFonts w:ascii="HG丸ｺﾞｼｯｸM-PRO" w:eastAsia="HG丸ｺﾞｼｯｸM-PRO" w:hAnsi="HG丸ｺﾞｼｯｸM-PRO" w:hint="eastAsia"/>
              </w:rPr>
              <w:t>ねん</w:t>
            </w:r>
          </w:p>
        </w:tc>
        <w:tc>
          <w:tcPr>
            <w:tcW w:w="1274" w:type="dxa"/>
          </w:tcPr>
          <w:p w:rsidR="004B26AA" w:rsidRPr="00E41315" w:rsidRDefault="004B26AA" w:rsidP="004B0B77">
            <w:pPr>
              <w:ind w:right="840"/>
              <w:rPr>
                <w:rFonts w:ascii="HG丸ｺﾞｼｯｸM-PRO" w:eastAsia="HG丸ｺﾞｼｯｸM-PRO" w:hAnsi="HG丸ｺﾞｼｯｸM-PRO"/>
              </w:rPr>
            </w:pPr>
          </w:p>
          <w:p w:rsidR="000D1AA3" w:rsidRPr="00E41315" w:rsidRDefault="000D1AA3" w:rsidP="004B26A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E41315">
              <w:rPr>
                <w:rFonts w:ascii="HG丸ｺﾞｼｯｸM-PRO" w:eastAsia="HG丸ｺﾞｼｯｸM-PRO" w:hAnsi="HG丸ｺﾞｼｯｸM-PRO" w:hint="eastAsia"/>
              </w:rPr>
              <w:t>くみ</w:t>
            </w:r>
          </w:p>
        </w:tc>
        <w:tc>
          <w:tcPr>
            <w:tcW w:w="1275" w:type="dxa"/>
          </w:tcPr>
          <w:p w:rsidR="004B26AA" w:rsidRPr="00E41315" w:rsidRDefault="004B26AA" w:rsidP="004B0B77">
            <w:pPr>
              <w:ind w:right="840"/>
              <w:rPr>
                <w:rFonts w:ascii="HG丸ｺﾞｼｯｸM-PRO" w:eastAsia="HG丸ｺﾞｼｯｸM-PRO" w:hAnsi="HG丸ｺﾞｼｯｸM-PRO"/>
              </w:rPr>
            </w:pPr>
          </w:p>
          <w:p w:rsidR="000D1AA3" w:rsidRPr="00E41315" w:rsidRDefault="000D1AA3" w:rsidP="004B26A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E41315">
              <w:rPr>
                <w:rFonts w:ascii="HG丸ｺﾞｼｯｸM-PRO" w:eastAsia="HG丸ｺﾞｼｯｸM-PRO" w:hAnsi="HG丸ｺﾞｼｯｸM-PRO" w:hint="eastAsia"/>
              </w:rPr>
              <w:t>ばん</w:t>
            </w:r>
          </w:p>
        </w:tc>
        <w:tc>
          <w:tcPr>
            <w:tcW w:w="5805" w:type="dxa"/>
          </w:tcPr>
          <w:p w:rsidR="000D1AA3" w:rsidRPr="00E41315" w:rsidRDefault="000D1AA3">
            <w:pPr>
              <w:rPr>
                <w:rFonts w:ascii="HG丸ｺﾞｼｯｸM-PRO" w:eastAsia="HG丸ｺﾞｼｯｸM-PRO" w:hAnsi="HG丸ｺﾞｼｯｸM-PRO"/>
              </w:rPr>
            </w:pPr>
            <w:r w:rsidRPr="00E41315">
              <w:rPr>
                <w:rFonts w:ascii="HG丸ｺﾞｼｯｸM-PRO" w:eastAsia="HG丸ｺﾞｼｯｸM-PRO" w:hAnsi="HG丸ｺﾞｼｯｸM-PRO" w:hint="eastAsia"/>
              </w:rPr>
              <w:t>なまえ</w:t>
            </w:r>
          </w:p>
          <w:p w:rsidR="004B26AA" w:rsidRPr="00E41315" w:rsidRDefault="004B26A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0D1AA3" w:rsidRPr="000D1AA3" w:rsidRDefault="000D1AA3"/>
    <w:p w:rsidR="000D1AA3" w:rsidRDefault="004B0B77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どうぶつに　へんしんするじゅつを　</w:t>
      </w:r>
      <w:r w:rsidR="002D7B5F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１０こ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みにつけよう</w:t>
      </w:r>
    </w:p>
    <w:p w:rsidR="002D7B5F" w:rsidRPr="002D7B5F" w:rsidRDefault="002D7B5F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うまくへんしんするために　どんなどうぶつか　かいてみよう</w:t>
      </w:r>
      <w:r w:rsidR="00245D67">
        <w:rPr>
          <w:rFonts w:ascii="HG丸ｺﾞｼｯｸM-PRO" w:eastAsia="HG丸ｺﾞｼｯｸM-PRO" w:hAnsi="HG丸ｺﾞｼｯｸM-PRO" w:hint="eastAsia"/>
          <w:sz w:val="24"/>
          <w:szCs w:val="28"/>
        </w:rPr>
        <w:t>（３つくらい）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4245"/>
        <w:gridCol w:w="576"/>
        <w:gridCol w:w="4231"/>
      </w:tblGrid>
      <w:tr w:rsidR="004B26AA" w:rsidTr="002D7B5F">
        <w:trPr>
          <w:trHeight w:val="757"/>
        </w:trPr>
        <w:tc>
          <w:tcPr>
            <w:tcW w:w="576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①</w:t>
            </w:r>
          </w:p>
        </w:tc>
        <w:tc>
          <w:tcPr>
            <w:tcW w:w="4245" w:type="dxa"/>
            <w:tcBorders>
              <w:left w:val="dashed" w:sz="4" w:space="0" w:color="auto"/>
            </w:tcBorders>
            <w:vAlign w:val="center"/>
          </w:tcPr>
          <w:p w:rsidR="004B26AA" w:rsidRPr="005F2326" w:rsidRDefault="002D7B5F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ご</w:t>
            </w:r>
            <w:r w:rsidR="00245D67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 xml:space="preserve">　</w:t>
            </w: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り</w:t>
            </w:r>
            <w:r w:rsidR="00245D67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 xml:space="preserve">　</w:t>
            </w: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ら</w:t>
            </w:r>
          </w:p>
          <w:p w:rsidR="002D7B5F" w:rsidRPr="005F2326" w:rsidRDefault="002D7B5F" w:rsidP="002D7B5F">
            <w:pPr>
              <w:jc w:val="left"/>
              <w:rPr>
                <w:sz w:val="24"/>
                <w:szCs w:val="48"/>
              </w:rPr>
            </w:pPr>
            <w:r w:rsidRPr="005F2326">
              <w:rPr>
                <w:rFonts w:hint="eastAsia"/>
                <w:sz w:val="22"/>
                <w:szCs w:val="48"/>
              </w:rPr>
              <w:t>・おおきい</w:t>
            </w:r>
            <w:r w:rsidRPr="005F2326">
              <w:rPr>
                <w:rFonts w:hint="eastAsia"/>
                <w:sz w:val="22"/>
                <w:szCs w:val="48"/>
              </w:rPr>
              <w:t xml:space="preserve"> </w:t>
            </w:r>
            <w:r w:rsidRPr="005F2326">
              <w:rPr>
                <w:rFonts w:hint="eastAsia"/>
                <w:sz w:val="22"/>
                <w:szCs w:val="48"/>
              </w:rPr>
              <w:t>・むねをたたく</w:t>
            </w:r>
            <w:r w:rsidRPr="005F2326">
              <w:rPr>
                <w:rFonts w:hint="eastAsia"/>
                <w:sz w:val="22"/>
                <w:szCs w:val="48"/>
              </w:rPr>
              <w:t xml:space="preserve"> </w:t>
            </w:r>
            <w:r w:rsidRPr="005F2326">
              <w:rPr>
                <w:rFonts w:hint="eastAsia"/>
                <w:sz w:val="22"/>
                <w:szCs w:val="48"/>
              </w:rPr>
              <w:t>・つよい</w:t>
            </w:r>
          </w:p>
        </w:tc>
        <w:tc>
          <w:tcPr>
            <w:tcW w:w="575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⑥</w:t>
            </w:r>
          </w:p>
        </w:tc>
        <w:tc>
          <w:tcPr>
            <w:tcW w:w="4232" w:type="dxa"/>
            <w:tcBorders>
              <w:left w:val="dashed" w:sz="4" w:space="0" w:color="auto"/>
            </w:tcBorders>
            <w:vAlign w:val="center"/>
          </w:tcPr>
          <w:p w:rsidR="004B26AA" w:rsidRPr="005F2326" w:rsidRDefault="005F2326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さ</w:t>
            </w:r>
            <w:r w:rsidR="00245D67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 xml:space="preserve">　　　</w:t>
            </w: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る</w:t>
            </w:r>
          </w:p>
          <w:p w:rsidR="005F2326" w:rsidRPr="005F2326" w:rsidRDefault="00283825" w:rsidP="004B26AA">
            <w:pPr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</w:tr>
      <w:tr w:rsidR="004B26AA" w:rsidTr="002D7B5F">
        <w:trPr>
          <w:trHeight w:val="757"/>
        </w:trPr>
        <w:tc>
          <w:tcPr>
            <w:tcW w:w="576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②</w:t>
            </w:r>
          </w:p>
        </w:tc>
        <w:tc>
          <w:tcPr>
            <w:tcW w:w="4245" w:type="dxa"/>
            <w:tcBorders>
              <w:left w:val="dashed" w:sz="4" w:space="0" w:color="auto"/>
            </w:tcBorders>
            <w:vAlign w:val="center"/>
          </w:tcPr>
          <w:p w:rsidR="004B26AA" w:rsidRPr="005F2326" w:rsidRDefault="002D7B5F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ぞ</w:t>
            </w:r>
            <w:r w:rsidR="00245D67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 xml:space="preserve">　　　</w:t>
            </w: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う</w:t>
            </w:r>
          </w:p>
          <w:p w:rsidR="002D7B5F" w:rsidRPr="005F2326" w:rsidRDefault="00283825" w:rsidP="002D7B5F">
            <w:pPr>
              <w:jc w:val="left"/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  <w:tc>
          <w:tcPr>
            <w:tcW w:w="575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⑦</w:t>
            </w:r>
          </w:p>
        </w:tc>
        <w:tc>
          <w:tcPr>
            <w:tcW w:w="4232" w:type="dxa"/>
            <w:tcBorders>
              <w:left w:val="dashed" w:sz="4" w:space="0" w:color="auto"/>
            </w:tcBorders>
            <w:vAlign w:val="center"/>
          </w:tcPr>
          <w:p w:rsidR="004B26AA" w:rsidRPr="005F2326" w:rsidRDefault="005F2326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かるがも</w:t>
            </w:r>
          </w:p>
          <w:p w:rsidR="005F2326" w:rsidRPr="005F2326" w:rsidRDefault="00283825" w:rsidP="004B26AA">
            <w:pPr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</w:tr>
      <w:tr w:rsidR="004B26AA" w:rsidTr="002D7B5F">
        <w:trPr>
          <w:trHeight w:val="757"/>
        </w:trPr>
        <w:tc>
          <w:tcPr>
            <w:tcW w:w="576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③</w:t>
            </w:r>
          </w:p>
        </w:tc>
        <w:tc>
          <w:tcPr>
            <w:tcW w:w="4245" w:type="dxa"/>
            <w:tcBorders>
              <w:left w:val="dashed" w:sz="4" w:space="0" w:color="auto"/>
            </w:tcBorders>
            <w:vAlign w:val="center"/>
          </w:tcPr>
          <w:p w:rsidR="004B26AA" w:rsidRPr="005F2326" w:rsidRDefault="005F2326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ね</w:t>
            </w:r>
            <w:r w:rsidR="00245D67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 xml:space="preserve">　　　</w:t>
            </w: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こ</w:t>
            </w:r>
          </w:p>
          <w:p w:rsidR="002D7B5F" w:rsidRPr="005F2326" w:rsidRDefault="00283825" w:rsidP="002D7B5F">
            <w:pPr>
              <w:jc w:val="left"/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  <w:tc>
          <w:tcPr>
            <w:tcW w:w="575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⑧</w:t>
            </w:r>
          </w:p>
        </w:tc>
        <w:tc>
          <w:tcPr>
            <w:tcW w:w="4232" w:type="dxa"/>
            <w:tcBorders>
              <w:left w:val="dashed" w:sz="4" w:space="0" w:color="auto"/>
            </w:tcBorders>
            <w:vAlign w:val="center"/>
          </w:tcPr>
          <w:p w:rsidR="004B26AA" w:rsidRPr="005F2326" w:rsidRDefault="005F2326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い</w:t>
            </w:r>
            <w:r w:rsidR="00245D67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 xml:space="preserve"> </w:t>
            </w: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る</w:t>
            </w:r>
            <w:r w:rsidR="00245D67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 xml:space="preserve"> </w:t>
            </w: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か</w:t>
            </w:r>
          </w:p>
          <w:p w:rsidR="005F2326" w:rsidRPr="005F2326" w:rsidRDefault="00283825" w:rsidP="004B26AA">
            <w:pPr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</w:tr>
      <w:tr w:rsidR="004B26AA" w:rsidTr="002D7B5F">
        <w:trPr>
          <w:trHeight w:val="757"/>
        </w:trPr>
        <w:tc>
          <w:tcPr>
            <w:tcW w:w="576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④</w:t>
            </w:r>
          </w:p>
        </w:tc>
        <w:tc>
          <w:tcPr>
            <w:tcW w:w="4245" w:type="dxa"/>
            <w:tcBorders>
              <w:left w:val="dashed" w:sz="4" w:space="0" w:color="auto"/>
            </w:tcBorders>
            <w:vAlign w:val="center"/>
          </w:tcPr>
          <w:p w:rsidR="004B26AA" w:rsidRPr="005F2326" w:rsidRDefault="002D7B5F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ぺんぎん</w:t>
            </w:r>
          </w:p>
          <w:p w:rsidR="002D7B5F" w:rsidRPr="005F2326" w:rsidRDefault="00283825" w:rsidP="002D7B5F">
            <w:pPr>
              <w:jc w:val="left"/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  <w:tc>
          <w:tcPr>
            <w:tcW w:w="575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⑨</w:t>
            </w:r>
          </w:p>
        </w:tc>
        <w:tc>
          <w:tcPr>
            <w:tcW w:w="4232" w:type="dxa"/>
            <w:tcBorders>
              <w:left w:val="dashed" w:sz="4" w:space="0" w:color="auto"/>
            </w:tcBorders>
            <w:vAlign w:val="center"/>
          </w:tcPr>
          <w:p w:rsidR="004B26AA" w:rsidRPr="005F2326" w:rsidRDefault="005F2326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た</w:t>
            </w:r>
            <w:r w:rsidR="00245D67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 xml:space="preserve">　　　</w:t>
            </w: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こ</w:t>
            </w:r>
          </w:p>
          <w:p w:rsidR="005F2326" w:rsidRPr="005F2326" w:rsidRDefault="00283825" w:rsidP="004B26AA">
            <w:pPr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</w:tr>
      <w:tr w:rsidR="004B26AA" w:rsidTr="002D7B5F">
        <w:trPr>
          <w:trHeight w:val="757"/>
        </w:trPr>
        <w:tc>
          <w:tcPr>
            <w:tcW w:w="576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⑤</w:t>
            </w:r>
          </w:p>
        </w:tc>
        <w:tc>
          <w:tcPr>
            <w:tcW w:w="4245" w:type="dxa"/>
            <w:tcBorders>
              <w:left w:val="dashed" w:sz="4" w:space="0" w:color="auto"/>
            </w:tcBorders>
            <w:vAlign w:val="center"/>
          </w:tcPr>
          <w:p w:rsidR="004B26AA" w:rsidRPr="005F2326" w:rsidRDefault="005F2326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わ</w:t>
            </w:r>
            <w:r w:rsidR="00245D67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 xml:space="preserve">　　　</w:t>
            </w: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に</w:t>
            </w:r>
          </w:p>
          <w:p w:rsidR="005F2326" w:rsidRPr="005F2326" w:rsidRDefault="00283825" w:rsidP="002D7B5F">
            <w:pPr>
              <w:jc w:val="left"/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  <w:tc>
          <w:tcPr>
            <w:tcW w:w="575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⑩</w:t>
            </w:r>
          </w:p>
        </w:tc>
        <w:tc>
          <w:tcPr>
            <w:tcW w:w="4232" w:type="dxa"/>
            <w:tcBorders>
              <w:left w:val="dashed" w:sz="4" w:space="0" w:color="auto"/>
            </w:tcBorders>
            <w:vAlign w:val="center"/>
          </w:tcPr>
          <w:p w:rsidR="004B26AA" w:rsidRPr="005F2326" w:rsidRDefault="005F2326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く</w:t>
            </w:r>
            <w:r w:rsidR="00245D67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 xml:space="preserve">　　　</w:t>
            </w:r>
            <w:r w:rsidRPr="005F2326"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ま</w:t>
            </w:r>
          </w:p>
          <w:p w:rsidR="005F2326" w:rsidRPr="002D7B5F" w:rsidRDefault="00283825" w:rsidP="004B26AA">
            <w:pPr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</w:tr>
    </w:tbl>
    <w:p w:rsidR="008A5734" w:rsidRDefault="002D7B5F" w:rsidP="00B26B16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いちばん　たのしかった　うごきに　</w:t>
      </w:r>
      <w:r w:rsidR="00B26B16" w:rsidRPr="00B26B16">
        <w:rPr>
          <w:rFonts w:ascii="HG丸ｺﾞｼｯｸM-PRO" w:eastAsia="HG丸ｺﾞｼｯｸM-PRO" w:hAnsi="HG丸ｺﾞｼｯｸM-PRO" w:hint="eastAsia"/>
          <w:sz w:val="24"/>
          <w:szCs w:val="24"/>
        </w:rPr>
        <w:t>○を　つけよう</w:t>
      </w:r>
    </w:p>
    <w:p w:rsidR="003B2F9B" w:rsidRPr="00B26B16" w:rsidRDefault="003B2F9B" w:rsidP="00B26B16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:rsidR="003B2F9B" w:rsidRDefault="00A609B8" w:rsidP="00B26B1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☆</w:t>
      </w:r>
      <w:r w:rsidR="008C60F7">
        <w:rPr>
          <w:rFonts w:ascii="HG丸ｺﾞｼｯｸM-PRO" w:eastAsia="HG丸ｺﾞｼｯｸM-PRO" w:hAnsi="HG丸ｺﾞｼｯｸM-PRO" w:hint="eastAsia"/>
          <w:sz w:val="24"/>
          <w:szCs w:val="24"/>
        </w:rPr>
        <w:t>どうぶつの　のうごき（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1つのうごきで</w:t>
      </w:r>
      <w:r w:rsidR="008C60F7">
        <w:rPr>
          <w:rFonts w:ascii="HG丸ｺﾞｼｯｸM-PRO" w:eastAsia="HG丸ｺﾞｼｯｸM-PRO" w:hAnsi="HG丸ｺﾞｼｯｸM-PRO" w:hint="eastAsia"/>
          <w:sz w:val="24"/>
          <w:szCs w:val="24"/>
        </w:rPr>
        <w:t>１ぷ</w:t>
      </w:r>
      <w:r w:rsidR="003B2F9B">
        <w:rPr>
          <w:rFonts w:ascii="HG丸ｺﾞｼｯｸM-PRO" w:eastAsia="HG丸ｺﾞｼｯｸM-PRO" w:hAnsi="HG丸ｺﾞｼｯｸM-PRO" w:hint="eastAsia"/>
          <w:sz w:val="24"/>
          <w:szCs w:val="24"/>
        </w:rPr>
        <w:t>ん　を　10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しゅるい）と</w:t>
      </w:r>
    </w:p>
    <w:p w:rsidR="003B2F9B" w:rsidRPr="003B2F9B" w:rsidRDefault="003B2F9B" w:rsidP="003B2F9B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なわとび（15ふん）　を　やろう</w:t>
      </w:r>
    </w:p>
    <w:p w:rsidR="00B07545" w:rsidRPr="003B2F9B" w:rsidRDefault="005078D6" w:rsidP="00B07545">
      <w:pPr>
        <w:rPr>
          <w:rFonts w:ascii="HG丸ｺﾞｼｯｸM-PRO" w:eastAsia="HG丸ｺﾞｼｯｸM-PRO" w:hAnsi="HG丸ｺﾞｼｯｸM-PRO"/>
          <w:sz w:val="28"/>
          <w:szCs w:val="28"/>
          <w:u w:val="thick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　　</w:t>
      </w:r>
      <w:r w:rsidR="00B07545" w:rsidRPr="003B2F9B">
        <w:rPr>
          <w:rFonts w:ascii="HG丸ｺﾞｼｯｸM-PRO" w:eastAsia="HG丸ｺﾞｼｯｸM-PRO" w:hAnsi="HG丸ｺﾞｼｯｸM-PRO" w:hint="eastAsia"/>
          <w:sz w:val="28"/>
          <w:szCs w:val="28"/>
          <w:u w:val="thick"/>
        </w:rPr>
        <w:t>とっくん　を　したら　いろ　を　ぬろう！</w:t>
      </w:r>
      <w:r w:rsidR="00B07545" w:rsidRPr="003B2F9B">
        <w:rPr>
          <w:rFonts w:ascii="HG丸ｺﾞｼｯｸM-PRO" w:eastAsia="HG丸ｺﾞｼｯｸM-PRO" w:hAnsi="HG丸ｺﾞｼｯｸM-PRO"/>
          <w:sz w:val="28"/>
          <w:szCs w:val="28"/>
          <w:u w:val="thick"/>
        </w:rPr>
        <w:t xml:space="preserve"> </w:t>
      </w:r>
    </w:p>
    <w:p w:rsidR="005078D6" w:rsidRPr="005078D6" w:rsidRDefault="005078D6" w:rsidP="00B26B16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431720" w:rsidRDefault="00B07545" w:rsidP="00B26B16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5DA7C288" wp14:editId="07DED5D8">
            <wp:simplePos x="0" y="0"/>
            <wp:positionH relativeFrom="margin">
              <wp:posOffset>1725930</wp:posOffset>
            </wp:positionH>
            <wp:positionV relativeFrom="paragraph">
              <wp:posOffset>19050</wp:posOffset>
            </wp:positionV>
            <wp:extent cx="3527898" cy="109537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06" r="42384"/>
                    <a:stretch/>
                  </pic:blipFill>
                  <pic:spPr bwMode="auto">
                    <a:xfrm>
                      <a:off x="0" y="0"/>
                      <a:ext cx="3527898" cy="109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545" w:rsidRDefault="00B07545" w:rsidP="00B26B16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431720" w:rsidRDefault="005078D6" w:rsidP="00B26B16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Arial" w:hAnsi="Arial" w:cs="Arial"/>
          <w:noProof/>
          <w:color w:val="001BA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E95CDFA" wp14:editId="740BBF2B">
                <wp:simplePos x="0" y="0"/>
                <wp:positionH relativeFrom="column">
                  <wp:posOffset>3775710</wp:posOffset>
                </wp:positionH>
                <wp:positionV relativeFrom="paragraph">
                  <wp:posOffset>78740</wp:posOffset>
                </wp:positionV>
                <wp:extent cx="101600" cy="285750"/>
                <wp:effectExtent l="0" t="0" r="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588423" id="正方形/長方形 35" o:spid="_x0000_s1026" style="position:absolute;left:0;text-align:left;margin-left:297.3pt;margin-top:6.2pt;width:8pt;height:22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" fillcolor="white [3212]" stroked="f" strokeweight="1pt"/>
            </w:pict>
          </mc:Fallback>
        </mc:AlternateContent>
      </w:r>
    </w:p>
    <w:p w:rsidR="00B07545" w:rsidRDefault="00B07545" w:rsidP="00B0754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☆らじおたいそう（５ふん）　をやろう</w:t>
      </w:r>
    </w:p>
    <w:p w:rsidR="00B07545" w:rsidRDefault="00B07545" w:rsidP="00B0754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わからないときは　おうちのひとに　きいてみてね</w:t>
      </w:r>
    </w:p>
    <w:p w:rsidR="00B07545" w:rsidRDefault="00B07545" w:rsidP="00B0754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※保護者の方へ　</w:t>
      </w:r>
    </w:p>
    <w:p w:rsidR="00B07545" w:rsidRDefault="00B07545" w:rsidP="00B07545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D55467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検索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〔かんぽ生命 ラジオ体操〕で，動画や動きの解説が確認できます。</w:t>
      </w:r>
    </w:p>
    <w:p w:rsidR="00B07545" w:rsidRDefault="00B07545" w:rsidP="00B07545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431720" w:rsidRPr="00B07545" w:rsidRDefault="00B07545" w:rsidP="00B26B1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B0754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※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動画を見られる人は「つるさしビクス」</w:t>
      </w:r>
      <w:r w:rsidR="00962CD6">
        <w:rPr>
          <w:rFonts w:ascii="HG丸ｺﾞｼｯｸM-PRO" w:eastAsia="HG丸ｺﾞｼｯｸM-PRO" w:hAnsi="HG丸ｺﾞｼｯｸM-PRO" w:hint="eastAsia"/>
          <w:sz w:val="24"/>
          <w:szCs w:val="24"/>
        </w:rPr>
        <w:t>をやってもいいです。</w:t>
      </w:r>
    </w:p>
    <w:p w:rsidR="00431720" w:rsidRPr="00283825" w:rsidRDefault="00283825" w:rsidP="00283825">
      <w:pPr>
        <w:spacing w:line="0" w:lineRule="atLeas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◎なわとびは　「まえとび」「うしろとび」の　れんぞくりょうあしとびが</w:t>
      </w:r>
    </w:p>
    <w:p w:rsidR="00431720" w:rsidRPr="00283825" w:rsidRDefault="008C60F7" w:rsidP="00283825">
      <w:pPr>
        <w:spacing w:line="0" w:lineRule="atLeast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できるようになることが　ごお</w:t>
      </w:r>
      <w:r w:rsidR="00283825">
        <w:rPr>
          <w:rFonts w:ascii="HG丸ｺﾞｼｯｸM-PRO" w:eastAsia="HG丸ｺﾞｼｯｸM-PRO" w:hAnsi="HG丸ｺﾞｼｯｸM-PRO" w:hint="eastAsia"/>
          <w:sz w:val="28"/>
          <w:szCs w:val="28"/>
        </w:rPr>
        <w:t>る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283825">
        <w:rPr>
          <w:rFonts w:ascii="HG丸ｺﾞｼｯｸM-PRO" w:eastAsia="HG丸ｺﾞｼｯｸM-PRO" w:hAnsi="HG丸ｺﾞｼｯｸM-PRO" w:hint="eastAsia"/>
          <w:sz w:val="28"/>
          <w:szCs w:val="28"/>
        </w:rPr>
        <w:t>だよ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！</w:t>
      </w:r>
    </w:p>
    <w:p w:rsidR="00431720" w:rsidRDefault="00283825" w:rsidP="00532F34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◎</w:t>
      </w:r>
      <w:r w:rsidR="00532F34">
        <w:rPr>
          <w:rFonts w:ascii="HG丸ｺﾞｼｯｸM-PRO" w:eastAsia="HG丸ｺﾞｼｯｸM-PRO" w:hAnsi="HG丸ｺﾞｼｯｸM-PRO" w:hint="eastAsia"/>
          <w:sz w:val="28"/>
          <w:szCs w:val="28"/>
        </w:rPr>
        <w:t>そとでできないときは</w:t>
      </w:r>
      <w:r w:rsidR="005078D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532F34">
        <w:rPr>
          <w:rFonts w:ascii="HG丸ｺﾞｼｯｸM-PRO" w:eastAsia="HG丸ｺﾞｼｯｸM-PRO" w:hAnsi="HG丸ｺﾞｼｯｸM-PRO" w:hint="eastAsia"/>
          <w:sz w:val="28"/>
          <w:szCs w:val="28"/>
        </w:rPr>
        <w:t>うちのなかで　できるうんどうを　してみよう</w:t>
      </w:r>
      <w:r w:rsidR="005078D6">
        <w:rPr>
          <w:rFonts w:ascii="HG丸ｺﾞｼｯｸM-PRO" w:eastAsia="HG丸ｺﾞｼｯｸM-PRO" w:hAnsi="HG丸ｺﾞｼｯｸM-PRO" w:hint="eastAsia"/>
          <w:sz w:val="28"/>
          <w:szCs w:val="28"/>
        </w:rPr>
        <w:t>！</w:t>
      </w:r>
    </w:p>
    <w:sectPr w:rsidR="00431720" w:rsidSect="0061136B">
      <w:pgSz w:w="11906" w:h="16838" w:code="9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CD6" w:rsidRDefault="00962CD6" w:rsidP="00FF18DB">
      <w:r>
        <w:separator/>
      </w:r>
    </w:p>
  </w:endnote>
  <w:endnote w:type="continuationSeparator" w:id="0">
    <w:p w:rsidR="00962CD6" w:rsidRDefault="00962CD6" w:rsidP="00FF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CD6" w:rsidRDefault="00962CD6" w:rsidP="00FF18DB">
      <w:r>
        <w:separator/>
      </w:r>
    </w:p>
  </w:footnote>
  <w:footnote w:type="continuationSeparator" w:id="0">
    <w:p w:rsidR="00962CD6" w:rsidRDefault="00962CD6" w:rsidP="00FF1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AA3"/>
    <w:rsid w:val="00081552"/>
    <w:rsid w:val="000916CE"/>
    <w:rsid w:val="000D1AA3"/>
    <w:rsid w:val="001E652A"/>
    <w:rsid w:val="00245D67"/>
    <w:rsid w:val="00283825"/>
    <w:rsid w:val="002D7B5F"/>
    <w:rsid w:val="003B2F9B"/>
    <w:rsid w:val="00431720"/>
    <w:rsid w:val="004B0B77"/>
    <w:rsid w:val="004B26AA"/>
    <w:rsid w:val="005078D6"/>
    <w:rsid w:val="00532F34"/>
    <w:rsid w:val="005F2326"/>
    <w:rsid w:val="0061136B"/>
    <w:rsid w:val="00643B0A"/>
    <w:rsid w:val="00891EFD"/>
    <w:rsid w:val="008A5734"/>
    <w:rsid w:val="008C60F7"/>
    <w:rsid w:val="00962CD6"/>
    <w:rsid w:val="00A609B8"/>
    <w:rsid w:val="00AB1C58"/>
    <w:rsid w:val="00B07545"/>
    <w:rsid w:val="00B26B16"/>
    <w:rsid w:val="00C4020D"/>
    <w:rsid w:val="00D07580"/>
    <w:rsid w:val="00D2605D"/>
    <w:rsid w:val="00D55467"/>
    <w:rsid w:val="00E41315"/>
    <w:rsid w:val="00F87ADC"/>
    <w:rsid w:val="00FF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0C1668"/>
  <w15:chartTrackingRefBased/>
  <w15:docId w15:val="{86B33B97-E44B-4754-86A7-4277BF29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18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18DB"/>
  </w:style>
  <w:style w:type="paragraph" w:styleId="a6">
    <w:name w:val="footer"/>
    <w:basedOn w:val="a"/>
    <w:link w:val="a7"/>
    <w:uiPriority w:val="99"/>
    <w:unhideWhenUsed/>
    <w:rsid w:val="00FF18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18DB"/>
  </w:style>
  <w:style w:type="paragraph" w:styleId="a8">
    <w:name w:val="Balloon Text"/>
    <w:basedOn w:val="a"/>
    <w:link w:val="a9"/>
    <w:uiPriority w:val="99"/>
    <w:semiHidden/>
    <w:unhideWhenUsed/>
    <w:rsid w:val="008C60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C60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B10F5-20D3-48A3-91EA-A52BB1B5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9C9E7E92</Template>
  <TotalTime>44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kentaro kamaya</dc:creator>
  <cp:keywords/>
  <dc:description/>
  <cp:lastModifiedBy>19906562</cp:lastModifiedBy>
  <cp:revision>7</cp:revision>
  <cp:lastPrinted>2020-04-30T05:54:00Z</cp:lastPrinted>
  <dcterms:created xsi:type="dcterms:W3CDTF">2020-04-30T05:36:00Z</dcterms:created>
  <dcterms:modified xsi:type="dcterms:W3CDTF">2020-05-13T03:03:00Z</dcterms:modified>
</cp:coreProperties>
</file>